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4E707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83EAC5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766C80B" w14:textId="5BB61D0F" w:rsidR="0085747A" w:rsidRPr="00041DEF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E4F2F">
        <w:rPr>
          <w:rFonts w:ascii="Corbel" w:hAnsi="Corbel"/>
          <w:smallCaps/>
          <w:szCs w:val="24"/>
        </w:rPr>
        <w:t>2019-2022</w:t>
      </w:r>
    </w:p>
    <w:p w14:paraId="4D15358C" w14:textId="7849D32B" w:rsidR="00445970" w:rsidRPr="00EA4832" w:rsidRDefault="00445970" w:rsidP="00B573F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33F54">
        <w:rPr>
          <w:rFonts w:ascii="Corbel" w:hAnsi="Corbel"/>
          <w:sz w:val="20"/>
          <w:szCs w:val="20"/>
        </w:rPr>
        <w:t xml:space="preserve">Rok akademicki </w:t>
      </w:r>
      <w:r w:rsidR="00041DEF" w:rsidRPr="00A33F54">
        <w:rPr>
          <w:rFonts w:ascii="Corbel" w:hAnsi="Corbel"/>
          <w:sz w:val="20"/>
          <w:szCs w:val="20"/>
        </w:rPr>
        <w:t>202</w:t>
      </w:r>
      <w:r w:rsidR="00DE4F2F">
        <w:rPr>
          <w:rFonts w:ascii="Corbel" w:hAnsi="Corbel"/>
          <w:sz w:val="20"/>
          <w:szCs w:val="20"/>
        </w:rPr>
        <w:t>0</w:t>
      </w:r>
      <w:r w:rsidR="00041DEF" w:rsidRPr="00A33F54">
        <w:rPr>
          <w:rFonts w:ascii="Corbel" w:hAnsi="Corbel"/>
          <w:sz w:val="20"/>
          <w:szCs w:val="20"/>
        </w:rPr>
        <w:t>/202</w:t>
      </w:r>
      <w:r w:rsidR="00DE4F2F">
        <w:rPr>
          <w:rFonts w:ascii="Corbel" w:hAnsi="Corbel"/>
          <w:sz w:val="20"/>
          <w:szCs w:val="20"/>
        </w:rPr>
        <w:t>1</w:t>
      </w:r>
    </w:p>
    <w:p w14:paraId="41B416B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D983E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6436B" w:rsidRPr="009C54AE" w14:paraId="6DC0D1FF" w14:textId="77777777" w:rsidTr="00B819C8">
        <w:tc>
          <w:tcPr>
            <w:tcW w:w="2694" w:type="dxa"/>
            <w:vAlign w:val="center"/>
          </w:tcPr>
          <w:p w14:paraId="17A587E4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5AE2EF" w14:textId="77777777" w:rsidR="0046436B" w:rsidRPr="00DD1936" w:rsidRDefault="0046436B" w:rsidP="00E901F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1936">
              <w:rPr>
                <w:rFonts w:ascii="Corbel" w:hAnsi="Corbel"/>
                <w:sz w:val="24"/>
                <w:szCs w:val="24"/>
              </w:rPr>
              <w:t>Prognozowanie i symulacje</w:t>
            </w:r>
          </w:p>
        </w:tc>
      </w:tr>
      <w:tr w:rsidR="0046436B" w:rsidRPr="009C54AE" w14:paraId="6FC3A703" w14:textId="77777777" w:rsidTr="00B819C8">
        <w:tc>
          <w:tcPr>
            <w:tcW w:w="2694" w:type="dxa"/>
            <w:vAlign w:val="center"/>
          </w:tcPr>
          <w:p w14:paraId="1945286A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D2C18E4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436B">
              <w:rPr>
                <w:rFonts w:ascii="Corbel" w:hAnsi="Corbel"/>
                <w:b w:val="0"/>
                <w:sz w:val="24"/>
                <w:szCs w:val="24"/>
              </w:rPr>
              <w:t>E/I/A.14</w:t>
            </w:r>
          </w:p>
        </w:tc>
      </w:tr>
      <w:tr w:rsidR="0046436B" w:rsidRPr="009C54AE" w14:paraId="3C32D836" w14:textId="77777777" w:rsidTr="00B819C8">
        <w:tc>
          <w:tcPr>
            <w:tcW w:w="2694" w:type="dxa"/>
            <w:vAlign w:val="center"/>
          </w:tcPr>
          <w:p w14:paraId="3FEB032B" w14:textId="77777777" w:rsidR="0046436B" w:rsidRPr="009C54AE" w:rsidRDefault="0046436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E563CF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6436B" w:rsidRPr="009C54AE" w14:paraId="7C464FAC" w14:textId="77777777" w:rsidTr="00B819C8">
        <w:tc>
          <w:tcPr>
            <w:tcW w:w="2694" w:type="dxa"/>
            <w:vAlign w:val="center"/>
          </w:tcPr>
          <w:p w14:paraId="059D6B8F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33FB8F" w14:textId="6E352C30" w:rsidR="0046436B" w:rsidRPr="009C54AE" w:rsidRDefault="00463E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6436B" w:rsidRPr="009C54AE" w14:paraId="7AB32BDE" w14:textId="77777777" w:rsidTr="00B819C8">
        <w:tc>
          <w:tcPr>
            <w:tcW w:w="2694" w:type="dxa"/>
            <w:vAlign w:val="center"/>
          </w:tcPr>
          <w:p w14:paraId="306B7891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5FD1FA1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6436B" w:rsidRPr="009C54AE" w14:paraId="3F60EEDE" w14:textId="77777777" w:rsidTr="00B819C8">
        <w:tc>
          <w:tcPr>
            <w:tcW w:w="2694" w:type="dxa"/>
            <w:vAlign w:val="center"/>
          </w:tcPr>
          <w:p w14:paraId="46A6CF52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6C5762" w14:textId="655101F6" w:rsidR="0046436B" w:rsidRPr="009C54AE" w:rsidRDefault="0046436B" w:rsidP="004643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470A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46436B" w:rsidRPr="009C54AE" w14:paraId="168A38D5" w14:textId="77777777" w:rsidTr="00B819C8">
        <w:tc>
          <w:tcPr>
            <w:tcW w:w="2694" w:type="dxa"/>
            <w:vAlign w:val="center"/>
          </w:tcPr>
          <w:p w14:paraId="04B89132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A6D6C6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6436B" w:rsidRPr="009C54AE" w14:paraId="01ABB8D9" w14:textId="77777777" w:rsidTr="00B819C8">
        <w:tc>
          <w:tcPr>
            <w:tcW w:w="2694" w:type="dxa"/>
            <w:vAlign w:val="center"/>
          </w:tcPr>
          <w:p w14:paraId="4FB3011F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3ECF84" w14:textId="02CD71EF" w:rsidR="0046436B" w:rsidRPr="00317AF8" w:rsidRDefault="00317AF8" w:rsidP="004643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7AF8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46436B" w:rsidRPr="009C54AE" w14:paraId="35E736F0" w14:textId="77777777" w:rsidTr="00B819C8">
        <w:tc>
          <w:tcPr>
            <w:tcW w:w="2694" w:type="dxa"/>
            <w:vAlign w:val="center"/>
          </w:tcPr>
          <w:p w14:paraId="33DF11A8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B5360C" w14:textId="77777777" w:rsidR="0046436B" w:rsidRPr="0046436B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436B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A33F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46436B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33F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46436B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46436B" w:rsidRPr="009C54AE" w14:paraId="633EF4B5" w14:textId="77777777" w:rsidTr="00B819C8">
        <w:tc>
          <w:tcPr>
            <w:tcW w:w="2694" w:type="dxa"/>
            <w:vAlign w:val="center"/>
          </w:tcPr>
          <w:p w14:paraId="02336118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208946" w14:textId="77777777" w:rsidR="0046436B" w:rsidRPr="009C54AE" w:rsidRDefault="0046436B" w:rsidP="004643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46436B" w:rsidRPr="009C54AE" w14:paraId="009F6123" w14:textId="77777777" w:rsidTr="00B819C8">
        <w:tc>
          <w:tcPr>
            <w:tcW w:w="2694" w:type="dxa"/>
            <w:vAlign w:val="center"/>
          </w:tcPr>
          <w:p w14:paraId="013EB005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CF36610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6436B" w:rsidRPr="009C54AE" w14:paraId="64300164" w14:textId="77777777" w:rsidTr="00B819C8">
        <w:tc>
          <w:tcPr>
            <w:tcW w:w="2694" w:type="dxa"/>
            <w:vAlign w:val="center"/>
          </w:tcPr>
          <w:p w14:paraId="7D5E3B2D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1127C9" w14:textId="77777777" w:rsidR="0046436B" w:rsidRPr="00DD1936" w:rsidRDefault="0046436B" w:rsidP="00E901F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1936">
              <w:rPr>
                <w:rFonts w:ascii="Corbel" w:hAnsi="Corbel"/>
                <w:sz w:val="24"/>
                <w:szCs w:val="24"/>
              </w:rPr>
              <w:t>dr Beata Kasprzyk</w:t>
            </w:r>
          </w:p>
        </w:tc>
      </w:tr>
      <w:tr w:rsidR="0046436B" w:rsidRPr="009C54AE" w14:paraId="5855B1A0" w14:textId="77777777" w:rsidTr="00B27710">
        <w:tc>
          <w:tcPr>
            <w:tcW w:w="2694" w:type="dxa"/>
            <w:vAlign w:val="center"/>
          </w:tcPr>
          <w:p w14:paraId="20B23C16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70B7DAE7" w14:textId="7DECAAA5" w:rsidR="0046436B" w:rsidRPr="00DD1936" w:rsidRDefault="0046436B" w:rsidP="004643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1936">
              <w:rPr>
                <w:rFonts w:ascii="Corbel" w:hAnsi="Corbel"/>
                <w:sz w:val="24"/>
                <w:szCs w:val="24"/>
              </w:rPr>
              <w:t>dr Beata Kasprzyk</w:t>
            </w:r>
          </w:p>
        </w:tc>
      </w:tr>
    </w:tbl>
    <w:p w14:paraId="6A8C1B91" w14:textId="2C1042B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835D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9AC01A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6C949D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F44E70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06C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6B0C6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7E5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278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A46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E3CB4" w14:textId="717D635C" w:rsidR="003B1517" w:rsidRPr="009C54AE" w:rsidRDefault="00015B8F" w:rsidP="00972C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9D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DAF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160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E4A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C2B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BD9DBD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00FE" w14:textId="77777777" w:rsidR="00015B8F" w:rsidRPr="009C54AE" w:rsidRDefault="00C762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E2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A39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2C2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9E128" w14:textId="7CC3D28A" w:rsidR="00015B8F" w:rsidRPr="009C54AE" w:rsidRDefault="00317A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F7CD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639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7B5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2CC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CA7C" w14:textId="77777777" w:rsidR="00015B8F" w:rsidRPr="009C54AE" w:rsidRDefault="00DE17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FD3134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968A2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2960B02" w14:textId="2234FBD2" w:rsidR="00B573F6" w:rsidRDefault="00B573F6" w:rsidP="00B573F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6131239E" w14:textId="77777777" w:rsidR="00B573F6" w:rsidRPr="00B573F6" w:rsidRDefault="00B573F6" w:rsidP="00B573F6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B573F6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B573F6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B573F6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030533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99574F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B2CD0BF" w14:textId="77777777" w:rsidR="0014497D" w:rsidRPr="009C54AE" w:rsidRDefault="0014497D" w:rsidP="0014497D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 w:rsidRPr="00DD1936">
        <w:rPr>
          <w:rFonts w:ascii="Corbel" w:hAnsi="Corbel"/>
          <w:b w:val="0"/>
          <w:smallCaps w:val="0"/>
          <w:szCs w:val="24"/>
        </w:rPr>
        <w:t>zaliczenie z oceną</w:t>
      </w:r>
    </w:p>
    <w:p w14:paraId="4151112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0C7A0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4497D" w:rsidRPr="009C54AE" w14:paraId="51EBCBC8" w14:textId="77777777" w:rsidTr="0014497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75D3" w14:textId="77777777" w:rsidR="0014497D" w:rsidRPr="0014497D" w:rsidRDefault="0014497D" w:rsidP="0014497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1C5EEF3B" w14:textId="77777777" w:rsidR="0014497D" w:rsidRPr="0014497D" w:rsidRDefault="0014497D" w:rsidP="0014497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stosowania narzędzi statystyki opisowej i ekonometrii;</w:t>
            </w:r>
          </w:p>
          <w:p w14:paraId="010C5A2B" w14:textId="77777777" w:rsidR="0014497D" w:rsidRPr="009C54AE" w:rsidRDefault="0014497D" w:rsidP="00E901F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umiejętność posługiwania się komputerem.</w:t>
            </w:r>
          </w:p>
        </w:tc>
      </w:tr>
    </w:tbl>
    <w:p w14:paraId="5DF59F4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EC7A7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2374A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4039A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4497D" w:rsidRPr="009C54AE" w14:paraId="660886C0" w14:textId="77777777" w:rsidTr="00E901FC">
        <w:tc>
          <w:tcPr>
            <w:tcW w:w="851" w:type="dxa"/>
            <w:vAlign w:val="center"/>
          </w:tcPr>
          <w:p w14:paraId="36F0EB4D" w14:textId="77777777" w:rsidR="0014497D" w:rsidRPr="009C54AE" w:rsidRDefault="0014497D" w:rsidP="00E901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37FB9D2" w14:textId="77777777" w:rsidR="0014497D" w:rsidRPr="009C54AE" w:rsidRDefault="0014497D" w:rsidP="00E90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936">
              <w:rPr>
                <w:rFonts w:ascii="Corbel" w:hAnsi="Corbel"/>
                <w:b w:val="0"/>
                <w:smallCaps w:val="0"/>
                <w:szCs w:val="24"/>
              </w:rPr>
              <w:t>Zapoznanie studentów z podstawowymi zagadnieniami analizy danych czasowych, przedstawienie metodologii prognostycznej i technik symulacyjnych, wypracowanie umiejętności interpretacji statystycznej danych oraz ocen kształtowania się w przyszłości zjawisk mikro- i makroekonomicznych z użyciem technik komputerowych</w:t>
            </w:r>
          </w:p>
        </w:tc>
      </w:tr>
      <w:tr w:rsidR="0014497D" w:rsidRPr="009C54AE" w14:paraId="599F163B" w14:textId="77777777" w:rsidTr="00E901FC">
        <w:tc>
          <w:tcPr>
            <w:tcW w:w="851" w:type="dxa"/>
            <w:vAlign w:val="center"/>
          </w:tcPr>
          <w:p w14:paraId="70266F4E" w14:textId="77777777" w:rsidR="0014497D" w:rsidRPr="009C54AE" w:rsidRDefault="0014497D" w:rsidP="00E901F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88F156" w14:textId="77777777" w:rsidR="0014497D" w:rsidRPr="00DD1936" w:rsidRDefault="0014497D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936">
              <w:rPr>
                <w:rFonts w:ascii="Corbel" w:hAnsi="Corbel"/>
                <w:b w:val="0"/>
                <w:smallCaps w:val="0"/>
                <w:szCs w:val="24"/>
              </w:rPr>
              <w:t>Wypracowanie umiejętności tworzenia i stosowania określonych modeli prognostycznych w dziedzinie nauk ekonomicznych i społecznych (wyznaczanie prognoz ilościowych, wariantowych dla różnorodnych zagadnień ekonomicznych, gospodarczych, społecznych)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D1936">
              <w:rPr>
                <w:rFonts w:ascii="Corbel" w:hAnsi="Corbel"/>
                <w:b w:val="0"/>
                <w:smallCaps w:val="0"/>
                <w:szCs w:val="24"/>
              </w:rPr>
              <w:t xml:space="preserve"> a także umiejętności oceny efektów procesów prognozowania i symulacji dla określonych zagadnień ekonomiczno-gospodarczych</w:t>
            </w:r>
          </w:p>
        </w:tc>
      </w:tr>
      <w:tr w:rsidR="0014497D" w:rsidRPr="009C54AE" w14:paraId="293049B3" w14:textId="77777777" w:rsidTr="00E901FC">
        <w:tc>
          <w:tcPr>
            <w:tcW w:w="851" w:type="dxa"/>
            <w:vAlign w:val="center"/>
          </w:tcPr>
          <w:p w14:paraId="4724B2CB" w14:textId="77777777" w:rsidR="0014497D" w:rsidRDefault="0014497D" w:rsidP="00E901F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5EBFC05" w14:textId="77777777" w:rsidR="0014497D" w:rsidRPr="00DD1936" w:rsidRDefault="0014497D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936">
              <w:rPr>
                <w:rFonts w:ascii="Corbel" w:hAnsi="Corbel"/>
                <w:b w:val="0"/>
                <w:smallCaps w:val="0"/>
                <w:szCs w:val="24"/>
              </w:rPr>
              <w:t>Wypracowanie umiejętności swobodnego posługiwania się podstawowymi pojęciami, terminami i narzędziami prognostycznymi oraz poprawnego stosowania określonych narzędzi w analizach statystycznych i prognostycznych</w:t>
            </w:r>
          </w:p>
        </w:tc>
      </w:tr>
    </w:tbl>
    <w:p w14:paraId="3C88117F" w14:textId="77777777" w:rsidR="0014497D" w:rsidRDefault="0014497D" w:rsidP="009C54AE">
      <w:pPr>
        <w:pStyle w:val="Podpunkty"/>
        <w:rPr>
          <w:rFonts w:ascii="Corbel" w:hAnsi="Corbel"/>
          <w:sz w:val="24"/>
          <w:szCs w:val="24"/>
        </w:rPr>
      </w:pPr>
    </w:p>
    <w:p w14:paraId="4B141B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D63E969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F7E10" w:rsidRPr="009C54AE" w14:paraId="5AF60433" w14:textId="77777777" w:rsidTr="00E901FC">
        <w:tc>
          <w:tcPr>
            <w:tcW w:w="1701" w:type="dxa"/>
            <w:vAlign w:val="center"/>
          </w:tcPr>
          <w:p w14:paraId="5CFE4D57" w14:textId="219C7097" w:rsidR="003F7E10" w:rsidRPr="009C54AE" w:rsidRDefault="003F7E10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014BDB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2E9E789" w14:textId="0FDFFE60" w:rsidR="003F7E10" w:rsidRPr="009C54AE" w:rsidRDefault="003F7E10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14BDB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02643FF3" w14:textId="0D86E3DF" w:rsidR="003F7E10" w:rsidRPr="009C54AE" w:rsidRDefault="003F7E10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3F7E10" w:rsidRPr="009C54AE" w14:paraId="2F57B87B" w14:textId="77777777" w:rsidTr="00E901FC">
        <w:tc>
          <w:tcPr>
            <w:tcW w:w="1701" w:type="dxa"/>
          </w:tcPr>
          <w:p w14:paraId="2B0BF7D7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52FBF63" w14:textId="77777777" w:rsidR="003F7E10" w:rsidRPr="009C54AE" w:rsidRDefault="00F72517" w:rsidP="00F725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Stosuje metody analizy i prezentacji danych. Ocenia przebieg i procesy zmian oraz k</w:t>
            </w:r>
            <w:r w:rsidR="003F7E10" w:rsidRPr="00412633">
              <w:rPr>
                <w:rFonts w:ascii="Corbel" w:hAnsi="Corbel"/>
                <w:b w:val="0"/>
                <w:smallCaps w:val="0"/>
                <w:szCs w:val="24"/>
              </w:rPr>
              <w:t>onstruuje proces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3F7E10"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prognostyczn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3F7E10"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dla zjawisk makro- i mikroekonomicznych. </w:t>
            </w:r>
          </w:p>
        </w:tc>
        <w:tc>
          <w:tcPr>
            <w:tcW w:w="1873" w:type="dxa"/>
          </w:tcPr>
          <w:p w14:paraId="13CDE8FF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5D7042AC" w14:textId="77777777" w:rsidR="003F7E10" w:rsidRPr="00412633" w:rsidRDefault="003F7E10" w:rsidP="006470A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12633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36BA97A0" w14:textId="77777777" w:rsidR="003F7E10" w:rsidRPr="009C54AE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3F7E10" w:rsidRPr="009C54AE" w14:paraId="126689E8" w14:textId="77777777" w:rsidTr="00E901FC">
        <w:tc>
          <w:tcPr>
            <w:tcW w:w="1701" w:type="dxa"/>
          </w:tcPr>
          <w:p w14:paraId="534D1AFA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096" w:type="dxa"/>
          </w:tcPr>
          <w:p w14:paraId="5010CFEC" w14:textId="77777777" w:rsidR="003F7E10" w:rsidRPr="009C54AE" w:rsidRDefault="003F7E10" w:rsidP="00F725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Pozyskuje i analizuje statystycznie dane pod kątem analizy prognostycznej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. T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>worz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 xml:space="preserve">y 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>i prezentuj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szeregi czasowe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ocenia przebieg zjawisk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gospodarczych, ekonomicznych i społecznych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005682D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A7A5F36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23A384CB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32A21FB" w14:textId="77777777" w:rsidR="003F7E10" w:rsidRPr="009C54AE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F7E10" w:rsidRPr="009C54AE" w14:paraId="6753665E" w14:textId="77777777" w:rsidTr="00E901FC">
        <w:tc>
          <w:tcPr>
            <w:tcW w:w="1701" w:type="dxa"/>
          </w:tcPr>
          <w:p w14:paraId="02C53618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2B8DBA8" w14:textId="77777777" w:rsidR="00F72517" w:rsidRPr="009C54AE" w:rsidRDefault="003F7E10" w:rsidP="001266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Stosuje właściwe metody predykcji ilościowej  oraz symulacje prognostyczne w odniesieniu do  zjawisk ekonomicznych</w:t>
            </w:r>
            <w:r w:rsidR="0012664C">
              <w:rPr>
                <w:rFonts w:ascii="Corbel" w:hAnsi="Corbel"/>
                <w:b w:val="0"/>
                <w:smallCaps w:val="0"/>
                <w:szCs w:val="24"/>
              </w:rPr>
              <w:t>, gospodarczych i społecznych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z zastosowaniem 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 xml:space="preserve">odpowiednich narzędzi 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>standardowego oprogramowania komp.</w:t>
            </w:r>
          </w:p>
        </w:tc>
        <w:tc>
          <w:tcPr>
            <w:tcW w:w="1873" w:type="dxa"/>
          </w:tcPr>
          <w:p w14:paraId="68CFAAED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01DD305A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D948F8A" w14:textId="77777777" w:rsidR="003F7E10" w:rsidRPr="009C54AE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F7E10" w:rsidRPr="009C54AE" w14:paraId="01992C5E" w14:textId="77777777" w:rsidTr="00E901FC">
        <w:tc>
          <w:tcPr>
            <w:tcW w:w="1701" w:type="dxa"/>
          </w:tcPr>
          <w:p w14:paraId="058B0EB3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2BFA7BE" w14:textId="77777777" w:rsidR="003F7E10" w:rsidRPr="00412633" w:rsidRDefault="003F7E10" w:rsidP="003F7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planowania i organizacji pracy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w grupie przy realizacji określonych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 w:rsidR="0012664C">
              <w:rPr>
                <w:rFonts w:ascii="Corbel" w:hAnsi="Corbel"/>
                <w:b w:val="0"/>
                <w:smallCaps w:val="0"/>
                <w:szCs w:val="24"/>
              </w:rPr>
              <w:t>projektów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prognostycznych</w:t>
            </w:r>
          </w:p>
        </w:tc>
        <w:tc>
          <w:tcPr>
            <w:tcW w:w="1873" w:type="dxa"/>
          </w:tcPr>
          <w:p w14:paraId="4D92FF23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1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U10</w:t>
            </w:r>
          </w:p>
          <w:p w14:paraId="1B52B6C3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1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  <w:p w14:paraId="4F3A1089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F7E10" w:rsidRPr="009C54AE" w14:paraId="25514408" w14:textId="77777777" w:rsidTr="00E901FC">
        <w:tc>
          <w:tcPr>
            <w:tcW w:w="1701" w:type="dxa"/>
          </w:tcPr>
          <w:p w14:paraId="6C47C865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8DFB804" w14:textId="77777777" w:rsidR="003F7E10" w:rsidRPr="00412633" w:rsidRDefault="003F7E10" w:rsidP="003F7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Konstruuje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perspektywy poznawcze zjawisk gospodarczych oraz potrafi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przygotować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własne projekty dotyczące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 scenariusz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rozwoju zjawisk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gospodarczych i 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społecznych</w:t>
            </w:r>
          </w:p>
        </w:tc>
        <w:tc>
          <w:tcPr>
            <w:tcW w:w="1873" w:type="dxa"/>
          </w:tcPr>
          <w:p w14:paraId="59A33111" w14:textId="77777777" w:rsidR="003F7E10" w:rsidRPr="0004312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12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649E3B2E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9ABA51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E980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FE443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5544D2" w14:textId="77777777" w:rsidR="0085747A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</w:t>
      </w:r>
      <w:r w:rsidR="003B151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 laboratoryjnych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2664C" w:rsidRPr="009C54AE" w14:paraId="4A8D5798" w14:textId="77777777" w:rsidTr="0966BE4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D5F7" w14:textId="77777777" w:rsidR="0012664C" w:rsidRPr="009C54AE" w:rsidRDefault="0012664C" w:rsidP="00E901F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2664C" w:rsidRPr="009C54AE" w14:paraId="0EBB7EDD" w14:textId="77777777" w:rsidTr="0966BE4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64D98" w14:textId="56F3D3FC" w:rsidR="0012664C" w:rsidRPr="00043120" w:rsidRDefault="142A185B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966BE47">
              <w:rPr>
                <w:rFonts w:ascii="Corbel" w:hAnsi="Corbel"/>
                <w:sz w:val="24"/>
                <w:szCs w:val="24"/>
              </w:rPr>
              <w:t>Metody adaptacyjne prognozowania - zmienne prognostyczne, dekompozycja szeregów czasowych, modele naiwne, modele średnich ruchomych prostych i ważonych, ocena trafności i precyzji prognoz, analizy prognostyczne - prognoza kombinowana.</w:t>
            </w:r>
            <w:r w:rsidR="14521B90" w:rsidRPr="0966BE47">
              <w:rPr>
                <w:rFonts w:ascii="Corbel" w:hAnsi="Corbel"/>
                <w:sz w:val="24"/>
                <w:szCs w:val="24"/>
              </w:rPr>
              <w:t xml:space="preserve"> </w:t>
            </w:r>
            <w:r w:rsidRPr="0966BE47">
              <w:rPr>
                <w:rFonts w:ascii="Corbel" w:hAnsi="Corbel"/>
                <w:sz w:val="24"/>
                <w:szCs w:val="24"/>
              </w:rPr>
              <w:t>Symulacje prognostyczne</w:t>
            </w:r>
          </w:p>
        </w:tc>
      </w:tr>
      <w:tr w:rsidR="0012664C" w:rsidRPr="009C54AE" w14:paraId="46366F57" w14:textId="77777777" w:rsidTr="0966BE4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9211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>Modele wygładzania wykładniczego - model Browna, model liniowy Holta, symulacje prognostyczne, techniki doboru parametrów wygładzania modeli.</w:t>
            </w:r>
          </w:p>
        </w:tc>
      </w:tr>
      <w:tr w:rsidR="0012664C" w:rsidRPr="009C54AE" w14:paraId="225DB9DB" w14:textId="77777777" w:rsidTr="0966BE4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3C4A" w14:textId="77777777" w:rsidR="0012664C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 xml:space="preserve">Prognozowanie na podstawie liniowej funkcji trendu – szacowanie parametrów i weryfikacja </w:t>
            </w:r>
            <w:r w:rsidRPr="00043120">
              <w:rPr>
                <w:rFonts w:ascii="Corbel" w:hAnsi="Corbel"/>
                <w:sz w:val="24"/>
                <w:szCs w:val="24"/>
              </w:rPr>
              <w:lastRenderedPageBreak/>
              <w:t>modelu, ekstrapolacja trendu, prognozy punktowe i przedziałowe. Dokładność i dopuszczalność prognoz; wykorzystanie różnych komputerowych technik obliczeń: rachunek macierzowy, funkcja REGLINP, Solver, wykres, procedura Regresja.</w:t>
            </w:r>
          </w:p>
          <w:p w14:paraId="6DC7BAFF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Prognozy przedziałowe, wiarygodność prognoz. Scenariusze prognostyczne</w:t>
            </w:r>
          </w:p>
        </w:tc>
      </w:tr>
      <w:tr w:rsidR="0012664C" w:rsidRPr="009C54AE" w14:paraId="73271E6B" w14:textId="77777777" w:rsidTr="0966BE4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CBB9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lastRenderedPageBreak/>
              <w:t xml:space="preserve">Prognozowanie na podstawie nieliniowych funkcji trendu - zastosowanie modelu wykładniczego, potęgowego, wielomianowego i innych, analiza predykcyjna, ocena prognoz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043120">
              <w:rPr>
                <w:rFonts w:ascii="Corbel" w:hAnsi="Corbel"/>
                <w:sz w:val="24"/>
                <w:szCs w:val="24"/>
              </w:rPr>
              <w:t xml:space="preserve"> błędy</w:t>
            </w:r>
            <w:r>
              <w:rPr>
                <w:rFonts w:ascii="Corbel" w:hAnsi="Corbel"/>
                <w:sz w:val="24"/>
                <w:szCs w:val="24"/>
              </w:rPr>
              <w:t xml:space="preserve"> prognoz ex-ante- bezwzględne, względne, dokładność prognoz</w:t>
            </w:r>
            <w:r w:rsidRPr="000431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2664C" w:rsidRPr="009C54AE" w14:paraId="6EB7E13D" w14:textId="77777777" w:rsidTr="0966BE4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E123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>Prognozowanie na podstawie szeregów czasowych z wahaniami okresowymi - analiza sezonowości. Metody prognostyczne: wskaźników sezonowości, trendów okresów jednoimiennych: modele liniowe i nieliniowe z wahaniami addytywnymi oraz multiplikatywnymi.</w:t>
            </w:r>
            <w:r>
              <w:rPr>
                <w:rFonts w:ascii="Corbel" w:hAnsi="Corbel"/>
                <w:sz w:val="24"/>
                <w:szCs w:val="24"/>
              </w:rPr>
              <w:t xml:space="preserve"> Algorytmy i metodyka obliczeń, interpretacja wyników prognoz.</w:t>
            </w:r>
          </w:p>
        </w:tc>
      </w:tr>
      <w:tr w:rsidR="0012664C" w:rsidRPr="009C54AE" w14:paraId="4AAF9676" w14:textId="77777777" w:rsidTr="0966BE4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E616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 xml:space="preserve">Prognozowanie dla zmiennych z wahaniami okresowymi: na podstawie modelu ze zmiennymi zero-jedynkowymi, model </w:t>
            </w:r>
            <w:r w:rsidR="0066025A">
              <w:rPr>
                <w:rFonts w:ascii="Corbel" w:hAnsi="Corbel"/>
                <w:sz w:val="24"/>
                <w:szCs w:val="24"/>
              </w:rPr>
              <w:t xml:space="preserve">predykcyjny - </w:t>
            </w:r>
            <w:r w:rsidRPr="00043120">
              <w:rPr>
                <w:rFonts w:ascii="Corbel" w:hAnsi="Corbel"/>
                <w:sz w:val="24"/>
                <w:szCs w:val="24"/>
              </w:rPr>
              <w:t>parametryczny Wintersa.</w:t>
            </w:r>
          </w:p>
        </w:tc>
      </w:tr>
    </w:tbl>
    <w:p w14:paraId="37CE5747" w14:textId="77777777" w:rsidR="0066025A" w:rsidRDefault="0066025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1F709F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D4569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FB6B80" w14:textId="76C281A3" w:rsidR="009F1262" w:rsidRPr="00C66C7D" w:rsidRDefault="009F1262" w:rsidP="70474DAA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70474DAA">
        <w:rPr>
          <w:rFonts w:ascii="Corbel" w:hAnsi="Corbel"/>
          <w:b w:val="0"/>
          <w:smallCaps w:val="0"/>
        </w:rPr>
        <w:t>Ćwiczenia w lab. komp.: rozwiązywanie zadań/ dyskusja nad wynikami zadań/ praca indywidualna i w grupach</w:t>
      </w:r>
      <w:r w:rsidR="7B4E25D8" w:rsidRPr="70474DAA">
        <w:rPr>
          <w:rFonts w:ascii="Corbel" w:hAnsi="Corbel"/>
          <w:b w:val="0"/>
          <w:smallCaps w:val="0"/>
        </w:rPr>
        <w:t xml:space="preserve"> przy wykorzystaniu arkuszy kalkulacyjnych i pakietów komputerowych</w:t>
      </w:r>
      <w:r w:rsidRPr="70474DAA">
        <w:rPr>
          <w:rFonts w:ascii="Corbel" w:hAnsi="Corbel"/>
          <w:b w:val="0"/>
          <w:smallCaps w:val="0"/>
        </w:rPr>
        <w:t>/ metoda projektów (</w:t>
      </w:r>
      <w:r w:rsidR="6B8D89DE" w:rsidRPr="70474DAA">
        <w:rPr>
          <w:rFonts w:ascii="Corbel" w:hAnsi="Corbel"/>
          <w:b w:val="0"/>
          <w:smallCaps w:val="0"/>
        </w:rPr>
        <w:t xml:space="preserve">indywidualny lub </w:t>
      </w:r>
      <w:r w:rsidRPr="70474DAA">
        <w:rPr>
          <w:rFonts w:ascii="Corbel" w:hAnsi="Corbel"/>
          <w:b w:val="0"/>
          <w:smallCaps w:val="0"/>
        </w:rPr>
        <w:t>zespołowy</w:t>
      </w:r>
      <w:r w:rsidR="4D0E4D82" w:rsidRPr="70474DAA">
        <w:rPr>
          <w:rFonts w:ascii="Corbel" w:hAnsi="Corbel"/>
          <w:b w:val="0"/>
          <w:smallCaps w:val="0"/>
        </w:rPr>
        <w:t xml:space="preserve"> 2-osobowy</w:t>
      </w:r>
      <w:r w:rsidRPr="70474DAA">
        <w:rPr>
          <w:rFonts w:ascii="Corbel" w:hAnsi="Corbel"/>
          <w:b w:val="0"/>
          <w:smallCaps w:val="0"/>
        </w:rPr>
        <w:t xml:space="preserve"> projekt badawczy</w:t>
      </w:r>
      <w:r w:rsidR="3D3E7261" w:rsidRPr="70474DAA">
        <w:rPr>
          <w:rFonts w:ascii="Corbel" w:hAnsi="Corbel"/>
          <w:b w:val="0"/>
          <w:smallCaps w:val="0"/>
        </w:rPr>
        <w:t>-prognostyczny</w:t>
      </w:r>
      <w:r w:rsidRPr="70474DAA">
        <w:rPr>
          <w:rFonts w:ascii="Corbel" w:hAnsi="Corbel"/>
          <w:b w:val="0"/>
          <w:smallCaps w:val="0"/>
        </w:rPr>
        <w:t xml:space="preserve">) </w:t>
      </w:r>
    </w:p>
    <w:p w14:paraId="4A57F606" w14:textId="77777777" w:rsidR="009F1262" w:rsidRDefault="009F1262" w:rsidP="0066025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862D0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5795D9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0989E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6025A" w:rsidRPr="009C54AE" w14:paraId="0A086523" w14:textId="77777777" w:rsidTr="0966BE4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D6241" w14:textId="77777777" w:rsidR="0066025A" w:rsidRPr="009C54AE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F1595" w14:textId="77777777" w:rsidR="0066025A" w:rsidRPr="009C54AE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B0A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2DBB0EB" w14:textId="77777777" w:rsidR="0066025A" w:rsidRPr="0066025A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F25A1" w14:textId="77777777" w:rsidR="0066025A" w:rsidRPr="009C54AE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2F34770" w14:textId="77777777" w:rsidR="0066025A" w:rsidRPr="009C54AE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6025A" w:rsidRPr="009C54AE" w14:paraId="6B4BB174" w14:textId="77777777" w:rsidTr="0966BE4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B432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66025A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9E31F" w14:textId="6FE21899" w:rsidR="0066025A" w:rsidRPr="0066025A" w:rsidRDefault="00AB5938" w:rsidP="0966BE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966BE47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75BF1DAC" w:rsidRPr="0966BE47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="503D98E6" w:rsidRPr="0966BE4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AC09A" w14:textId="5C548B79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6025A" w:rsidRPr="009C54AE" w14:paraId="54B8B1C4" w14:textId="77777777" w:rsidTr="0966BE4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3A35B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EA969" w14:textId="2EBE1805" w:rsidR="0066025A" w:rsidRPr="0066025A" w:rsidRDefault="00AB5938" w:rsidP="0966BE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966BE47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66025A" w:rsidRPr="0966BE4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olokwium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5E255" w14:textId="553CD6BA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6025A" w:rsidRPr="009C54AE" w14:paraId="2A026416" w14:textId="77777777" w:rsidTr="0966BE4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892B4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0EFD0" w14:textId="066C9B68" w:rsidR="0066025A" w:rsidRPr="003E0B84" w:rsidRDefault="0066025A" w:rsidP="0966BE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966BE4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D208" w14:textId="6A838AEB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6025A" w:rsidRPr="009C54AE" w14:paraId="1859B951" w14:textId="77777777" w:rsidTr="0966BE4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6580A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C4C61" w14:textId="0B180449" w:rsidR="0066025A" w:rsidRPr="003E0B84" w:rsidRDefault="0010BFAD" w:rsidP="0966BE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966BE47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AE96C" w14:textId="1176D83B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6025A" w:rsidRPr="009C54AE" w14:paraId="0CB34290" w14:textId="77777777" w:rsidTr="0966BE4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70D2D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14C65" w14:textId="222B7433" w:rsidR="0066025A" w:rsidRPr="003E0B84" w:rsidRDefault="5F633245" w:rsidP="0966BE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966BE47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C7863" w14:textId="4C26EC11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540D448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0C0F4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5B2A46F" w14:textId="77777777" w:rsidR="006156D0" w:rsidRPr="009C54AE" w:rsidRDefault="006156D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05E08D" w14:textId="77777777" w:rsidTr="0966BE47">
        <w:tc>
          <w:tcPr>
            <w:tcW w:w="9670" w:type="dxa"/>
          </w:tcPr>
          <w:p w14:paraId="2EDA4B99" w14:textId="4BB613F7" w:rsidR="0085747A" w:rsidRPr="009C54AE" w:rsidRDefault="00AB5938" w:rsidP="0966BE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966BE47">
              <w:rPr>
                <w:rFonts w:ascii="Corbel" w:hAnsi="Corbel"/>
                <w:b w:val="0"/>
                <w:smallCaps w:val="0"/>
                <w:color w:val="000000" w:themeColor="text1"/>
              </w:rPr>
              <w:t>Zaliczenie przedmiotu</w:t>
            </w:r>
            <w:r w:rsidR="4461BF5D" w:rsidRPr="0966BE4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(z oceną)</w:t>
            </w:r>
            <w:r w:rsidRPr="0966BE4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podstawie pozytywn</w:t>
            </w:r>
            <w:r w:rsidR="3BF2A345" w:rsidRPr="0966BE47">
              <w:rPr>
                <w:rFonts w:ascii="Corbel" w:hAnsi="Corbel"/>
                <w:b w:val="0"/>
                <w:smallCaps w:val="0"/>
                <w:color w:val="000000" w:themeColor="text1"/>
              </w:rPr>
              <w:t>ej</w:t>
            </w:r>
            <w:r w:rsidRPr="0966BE4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ocen</w:t>
            </w:r>
            <w:r w:rsidR="3A814CB7" w:rsidRPr="0966BE47">
              <w:rPr>
                <w:rFonts w:ascii="Corbel" w:hAnsi="Corbel"/>
                <w:b w:val="0"/>
                <w:smallCaps w:val="0"/>
                <w:color w:val="000000" w:themeColor="text1"/>
              </w:rPr>
              <w:t>y</w:t>
            </w:r>
            <w:r w:rsidRPr="0966BE4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uzyskan</w:t>
            </w:r>
            <w:r w:rsidR="56E1A0F3" w:rsidRPr="0966BE47">
              <w:rPr>
                <w:rFonts w:ascii="Corbel" w:hAnsi="Corbel"/>
                <w:b w:val="0"/>
                <w:smallCaps w:val="0"/>
                <w:color w:val="000000" w:themeColor="text1"/>
              </w:rPr>
              <w:t>ej</w:t>
            </w:r>
            <w:r w:rsidRPr="0966BE4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kolokwium pisemnego</w:t>
            </w:r>
            <w:r w:rsidR="314F089E" w:rsidRPr="0966BE47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181E6B44" w14:textId="72A91295" w:rsidR="0085747A" w:rsidRPr="009C54AE" w:rsidRDefault="00AB5938" w:rsidP="0966BE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966BE4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dst </w:t>
            </w:r>
            <w:r w:rsidR="3ED8C95D" w:rsidRPr="0966BE4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na </w:t>
            </w:r>
            <w:r w:rsidR="48CF940B" w:rsidRPr="0966BE47">
              <w:rPr>
                <w:rFonts w:ascii="Corbel" w:hAnsi="Corbel"/>
                <w:b w:val="0"/>
                <w:smallCaps w:val="0"/>
                <w:color w:val="000000" w:themeColor="text1"/>
              </w:rPr>
              <w:t>zaliczenie wymaga uzyskania</w:t>
            </w:r>
            <w:r w:rsidRPr="0966BE4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min 51%</w:t>
            </w:r>
            <w:r w:rsidR="48CF940B" w:rsidRPr="0966BE4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punktów</w:t>
            </w:r>
            <w:r w:rsidR="3ED8C95D" w:rsidRPr="0966BE4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kolokwium. Ocena db na</w:t>
            </w:r>
            <w:r w:rsidR="48CF940B" w:rsidRPr="0966BE4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zaliczenie wymaga uzyskania</w:t>
            </w:r>
            <w:r w:rsidR="3ED8C95D" w:rsidRPr="0966BE4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min 75%</w:t>
            </w:r>
            <w:r w:rsidR="48CF940B" w:rsidRPr="0966BE4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punktów</w:t>
            </w:r>
            <w:r w:rsidR="3ED8C95D" w:rsidRPr="0966BE4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kolokwium</w:t>
            </w:r>
            <w:r w:rsidR="48CF940B" w:rsidRPr="0966BE47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3ED8C95D" w:rsidRPr="0966BE4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48CF940B" w:rsidRPr="0966BE47">
              <w:rPr>
                <w:rFonts w:ascii="Corbel" w:hAnsi="Corbel"/>
                <w:b w:val="0"/>
                <w:smallCaps w:val="0"/>
                <w:color w:val="000000" w:themeColor="text1"/>
              </w:rPr>
              <w:t>Ocena bdb na zaliczenie wymaga uzyskania</w:t>
            </w:r>
            <w:r w:rsidR="6F3FDF30" w:rsidRPr="0966BE4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min </w:t>
            </w:r>
            <w:r w:rsidR="08FFA455" w:rsidRPr="0966BE47">
              <w:rPr>
                <w:rFonts w:ascii="Corbel" w:hAnsi="Corbel"/>
                <w:b w:val="0"/>
                <w:smallCaps w:val="0"/>
                <w:color w:val="000000" w:themeColor="text1"/>
              </w:rPr>
              <w:t>90</w:t>
            </w:r>
            <w:r w:rsidR="48CF940B" w:rsidRPr="0966BE47">
              <w:rPr>
                <w:rFonts w:ascii="Corbel" w:hAnsi="Corbel"/>
                <w:b w:val="0"/>
                <w:smallCaps w:val="0"/>
                <w:color w:val="000000" w:themeColor="text1"/>
              </w:rPr>
              <w:t>% punktów z kolokwium.</w:t>
            </w:r>
          </w:p>
        </w:tc>
      </w:tr>
    </w:tbl>
    <w:p w14:paraId="168466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51233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3C1D943" w14:textId="77777777" w:rsidR="00AB5938" w:rsidRPr="009C54AE" w:rsidRDefault="00AB593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7EEB093" w14:textId="77777777" w:rsidTr="0966BE47">
        <w:tc>
          <w:tcPr>
            <w:tcW w:w="4962" w:type="dxa"/>
            <w:vAlign w:val="center"/>
          </w:tcPr>
          <w:p w14:paraId="6EB8D42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AFBCE7" w14:textId="06DD63F2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835D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B5C6A7B" w14:textId="77777777" w:rsidTr="0966BE47">
        <w:tc>
          <w:tcPr>
            <w:tcW w:w="4962" w:type="dxa"/>
          </w:tcPr>
          <w:p w14:paraId="2AF8DC4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8269630" w14:textId="0BFB1FD3" w:rsidR="0085747A" w:rsidRPr="009C54AE" w:rsidRDefault="00317AF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C54AE" w14:paraId="408897E5" w14:textId="77777777" w:rsidTr="0966BE47">
        <w:tc>
          <w:tcPr>
            <w:tcW w:w="4962" w:type="dxa"/>
          </w:tcPr>
          <w:p w14:paraId="536DCF9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6C2BFA2" w14:textId="77777777" w:rsidR="00C61DC5" w:rsidRPr="009C54AE" w:rsidRDefault="00C61DC5" w:rsidP="000C4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83E7E85" w14:textId="77777777" w:rsidR="00C61DC5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F9FFCBD" w14:textId="77777777" w:rsidTr="0966BE47">
        <w:tc>
          <w:tcPr>
            <w:tcW w:w="4962" w:type="dxa"/>
          </w:tcPr>
          <w:p w14:paraId="53381564" w14:textId="3B565AC8" w:rsidR="00C61DC5" w:rsidRPr="009C54AE" w:rsidRDefault="00C61DC5" w:rsidP="007A2A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966BE47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2D7D40C2" w:rsidRPr="0966BE47">
              <w:rPr>
                <w:rFonts w:ascii="Corbel" w:hAnsi="Corbel"/>
                <w:sz w:val="24"/>
                <w:szCs w:val="24"/>
              </w:rPr>
              <w:t xml:space="preserve"> </w:t>
            </w:r>
            <w:r w:rsidR="00AB5938" w:rsidRPr="0966BE47">
              <w:rPr>
                <w:rFonts w:ascii="Corbel" w:hAnsi="Corbel"/>
                <w:sz w:val="24"/>
                <w:szCs w:val="24"/>
              </w:rPr>
              <w:t>(przygotowanie do zajęć i</w:t>
            </w:r>
            <w:r w:rsidRPr="0966BE47">
              <w:rPr>
                <w:rFonts w:ascii="Corbel" w:hAnsi="Corbel"/>
                <w:sz w:val="24"/>
                <w:szCs w:val="24"/>
              </w:rPr>
              <w:t xml:space="preserve"> </w:t>
            </w:r>
            <w:r w:rsidR="00AB5938" w:rsidRPr="0966BE47">
              <w:rPr>
                <w:rFonts w:ascii="Corbel" w:hAnsi="Corbel"/>
                <w:sz w:val="24"/>
                <w:szCs w:val="24"/>
              </w:rPr>
              <w:t>kolokwium</w:t>
            </w:r>
            <w:r w:rsidR="53A257A1" w:rsidRPr="0966BE47">
              <w:rPr>
                <w:rFonts w:ascii="Corbel" w:hAnsi="Corbel"/>
                <w:sz w:val="24"/>
                <w:szCs w:val="24"/>
              </w:rPr>
              <w:t>)</w:t>
            </w:r>
            <w:r w:rsidRPr="0966BE4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9997811" w14:textId="7F5CEE06" w:rsidR="00C61DC5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317AF8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27FDDE1B" w14:textId="77777777" w:rsidTr="0966BE47">
        <w:tc>
          <w:tcPr>
            <w:tcW w:w="4962" w:type="dxa"/>
          </w:tcPr>
          <w:p w14:paraId="37AFD35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F4AE9F2" w14:textId="77777777" w:rsidR="0085747A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32A2B62" w14:textId="77777777" w:rsidTr="0966BE47">
        <w:tc>
          <w:tcPr>
            <w:tcW w:w="4962" w:type="dxa"/>
          </w:tcPr>
          <w:p w14:paraId="513E689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23EED80" w14:textId="77777777" w:rsidR="0085747A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3CF06F3" w14:textId="1AA4A660" w:rsidR="0085747A" w:rsidRPr="009C54AE" w:rsidRDefault="0085747A" w:rsidP="0966BE47">
      <w:pPr>
        <w:pStyle w:val="Punktygwne"/>
        <w:spacing w:before="0" w:after="0"/>
        <w:ind w:left="426"/>
        <w:rPr>
          <w:rFonts w:ascii="Corbel" w:hAnsi="Corbel"/>
          <w:b w:val="0"/>
          <w:i/>
          <w:iCs/>
          <w:smallCaps w:val="0"/>
        </w:rPr>
      </w:pPr>
    </w:p>
    <w:p w14:paraId="584A628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B2D57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FB443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163463E" w14:textId="77777777" w:rsidTr="00014BDB">
        <w:trPr>
          <w:trHeight w:val="397"/>
        </w:trPr>
        <w:tc>
          <w:tcPr>
            <w:tcW w:w="2359" w:type="pct"/>
          </w:tcPr>
          <w:p w14:paraId="0181BC0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9168E70" w14:textId="4E5C43A9" w:rsidR="0085747A" w:rsidRPr="009C54AE" w:rsidRDefault="00014BDB" w:rsidP="00014B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2E6CB1" w14:textId="77777777" w:rsidTr="00014BDB">
        <w:trPr>
          <w:trHeight w:val="397"/>
        </w:trPr>
        <w:tc>
          <w:tcPr>
            <w:tcW w:w="2359" w:type="pct"/>
          </w:tcPr>
          <w:p w14:paraId="788A788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33E1812" w14:textId="449C9B03" w:rsidR="0085747A" w:rsidRPr="009C54AE" w:rsidRDefault="00014BDB" w:rsidP="00014B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0C896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00431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11A507A" w14:textId="77777777" w:rsidR="00AB5938" w:rsidRDefault="00AB593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B5938" w:rsidRPr="009C54AE" w14:paraId="04D32E1D" w14:textId="77777777" w:rsidTr="0966BE47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E2353" w14:textId="77777777" w:rsidR="00AB5938" w:rsidRPr="00DA2E36" w:rsidRDefault="00AB5938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CEDFA2C" w14:textId="411B6324" w:rsidR="00AB5938" w:rsidRPr="00DA2E36" w:rsidRDefault="7B131D1C" w:rsidP="0966BE4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966BE47">
              <w:rPr>
                <w:rFonts w:ascii="Corbel" w:hAnsi="Corbel"/>
                <w:b w:val="0"/>
                <w:smallCaps w:val="0"/>
              </w:rPr>
              <w:t xml:space="preserve">B. </w:t>
            </w:r>
            <w:r w:rsidR="00AB5938" w:rsidRPr="0966BE47">
              <w:rPr>
                <w:rFonts w:ascii="Corbel" w:hAnsi="Corbel"/>
                <w:b w:val="0"/>
                <w:smallCaps w:val="0"/>
              </w:rPr>
              <w:t xml:space="preserve">Kasprzyk, </w:t>
            </w:r>
            <w:r w:rsidR="6280CD97" w:rsidRPr="0966BE47">
              <w:rPr>
                <w:rFonts w:ascii="Corbel" w:hAnsi="Corbel"/>
                <w:b w:val="0"/>
                <w:smallCaps w:val="0"/>
              </w:rPr>
              <w:t>J.</w:t>
            </w:r>
            <w:r w:rsidR="00AB5938" w:rsidRPr="0966BE47">
              <w:rPr>
                <w:rFonts w:ascii="Corbel" w:hAnsi="Corbel"/>
                <w:b w:val="0"/>
                <w:smallCaps w:val="0"/>
              </w:rPr>
              <w:t xml:space="preserve">Wojnar, </w:t>
            </w:r>
            <w:r w:rsidR="00AB5938" w:rsidRPr="0966BE47">
              <w:rPr>
                <w:rFonts w:ascii="Corbel" w:hAnsi="Corbel"/>
                <w:b w:val="0"/>
                <w:i/>
                <w:iCs/>
                <w:smallCaps w:val="0"/>
              </w:rPr>
              <w:t>Podstawowe elementy metodyki prognostycznej – przykłady z rozwiązaniami,</w:t>
            </w:r>
            <w:r w:rsidR="00AB5938" w:rsidRPr="0966BE47">
              <w:rPr>
                <w:rFonts w:ascii="Corbel" w:hAnsi="Corbel"/>
                <w:b w:val="0"/>
                <w:smallCaps w:val="0"/>
              </w:rPr>
              <w:t xml:space="preserve"> Wyd. Uniwersytetu Rzeszowskiego, Rzeszów</w:t>
            </w:r>
            <w:r w:rsidR="6F3FDF30" w:rsidRPr="0966BE47">
              <w:rPr>
                <w:rFonts w:ascii="Corbel" w:hAnsi="Corbel"/>
                <w:b w:val="0"/>
                <w:smallCaps w:val="0"/>
              </w:rPr>
              <w:t>,</w:t>
            </w:r>
            <w:r w:rsidR="00AB5938" w:rsidRPr="0966BE47">
              <w:rPr>
                <w:rFonts w:ascii="Corbel" w:hAnsi="Corbel"/>
                <w:b w:val="0"/>
                <w:smallCaps w:val="0"/>
              </w:rPr>
              <w:t xml:space="preserve"> 2016.</w:t>
            </w:r>
          </w:p>
          <w:p w14:paraId="10A34DB8" w14:textId="53D12ADC" w:rsidR="00AB5938" w:rsidRPr="00DA2E36" w:rsidRDefault="00AB5938" w:rsidP="0966BE4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966BE47">
              <w:rPr>
                <w:rFonts w:ascii="Corbel" w:hAnsi="Corbel"/>
                <w:b w:val="0"/>
                <w:i/>
                <w:iCs/>
                <w:smallCaps w:val="0"/>
              </w:rPr>
              <w:t>Prognozowanie gospodarcze</w:t>
            </w:r>
            <w:r w:rsidR="6F3FDF30" w:rsidRPr="0966BE47">
              <w:rPr>
                <w:rFonts w:ascii="Corbel" w:hAnsi="Corbel"/>
                <w:b w:val="0"/>
                <w:i/>
                <w:iCs/>
                <w:smallCaps w:val="0"/>
              </w:rPr>
              <w:t>. Metody i zastosowania</w:t>
            </w:r>
            <w:r w:rsidR="6F3FDF30" w:rsidRPr="0966BE47">
              <w:rPr>
                <w:rFonts w:ascii="Corbel" w:hAnsi="Corbel"/>
                <w:b w:val="0"/>
                <w:smallCaps w:val="0"/>
              </w:rPr>
              <w:t>,</w:t>
            </w:r>
            <w:r w:rsidR="24CF3D6B" w:rsidRPr="0966BE47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966BE47">
              <w:rPr>
                <w:rFonts w:ascii="Corbel" w:hAnsi="Corbel"/>
                <w:b w:val="0"/>
                <w:smallCaps w:val="0"/>
              </w:rPr>
              <w:t xml:space="preserve">(red. nauk.) </w:t>
            </w:r>
            <w:r w:rsidR="6F3FDF30" w:rsidRPr="0966BE47">
              <w:rPr>
                <w:rFonts w:ascii="Corbel" w:hAnsi="Corbel"/>
                <w:b w:val="0"/>
                <w:smallCaps w:val="0"/>
              </w:rPr>
              <w:t xml:space="preserve">M. </w:t>
            </w:r>
            <w:r w:rsidRPr="0966BE47">
              <w:rPr>
                <w:rFonts w:ascii="Corbel" w:hAnsi="Corbel"/>
                <w:b w:val="0"/>
                <w:smallCaps w:val="0"/>
              </w:rPr>
              <w:t>Cieślak,</w:t>
            </w:r>
            <w:r w:rsidR="6F3FDF30" w:rsidRPr="0966BE47">
              <w:rPr>
                <w:rFonts w:ascii="Corbel" w:hAnsi="Corbel"/>
                <w:b w:val="0"/>
                <w:smallCaps w:val="0"/>
              </w:rPr>
              <w:t xml:space="preserve"> Wyd. Naukowe </w:t>
            </w:r>
            <w:r w:rsidRPr="0966BE47">
              <w:rPr>
                <w:rFonts w:ascii="Corbel" w:hAnsi="Corbel"/>
                <w:b w:val="0"/>
                <w:smallCaps w:val="0"/>
              </w:rPr>
              <w:t>PWN, Warszawa, 2012.</w:t>
            </w:r>
          </w:p>
          <w:p w14:paraId="63E93640" w14:textId="5990DDC1" w:rsidR="00AB5938" w:rsidRPr="00DA2E36" w:rsidRDefault="4A6854E9" w:rsidP="0966BE4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966BE47">
              <w:rPr>
                <w:rFonts w:ascii="Corbel" w:hAnsi="Corbel"/>
                <w:b w:val="0"/>
                <w:i/>
                <w:iCs/>
                <w:smallCaps w:val="0"/>
              </w:rPr>
              <w:t>Prognozowanie zjawisk ekonomicznych i finansowych</w:t>
            </w:r>
            <w:r w:rsidRPr="0966BE47">
              <w:rPr>
                <w:rFonts w:ascii="Corbel" w:hAnsi="Corbel"/>
                <w:b w:val="0"/>
                <w:smallCaps w:val="0"/>
              </w:rPr>
              <w:t>. Cz. 1, Prognozowanie z Excelem/ J</w:t>
            </w:r>
            <w:r w:rsidR="4EDEE415" w:rsidRPr="0966BE47">
              <w:rPr>
                <w:rFonts w:ascii="Corbel" w:hAnsi="Corbel"/>
                <w:b w:val="0"/>
                <w:smallCaps w:val="0"/>
              </w:rPr>
              <w:t>.</w:t>
            </w:r>
            <w:r w:rsidRPr="0966BE47">
              <w:rPr>
                <w:rFonts w:ascii="Corbel" w:hAnsi="Corbel"/>
                <w:b w:val="0"/>
                <w:smallCaps w:val="0"/>
              </w:rPr>
              <w:t xml:space="preserve"> Acedański, M</w:t>
            </w:r>
            <w:r w:rsidR="2BF89AD0" w:rsidRPr="0966BE47">
              <w:rPr>
                <w:rFonts w:ascii="Corbel" w:hAnsi="Corbel"/>
                <w:b w:val="0"/>
                <w:smallCaps w:val="0"/>
              </w:rPr>
              <w:t>.</w:t>
            </w:r>
            <w:r w:rsidRPr="0966BE47">
              <w:rPr>
                <w:rFonts w:ascii="Corbel" w:hAnsi="Corbel"/>
                <w:b w:val="0"/>
                <w:smallCaps w:val="0"/>
              </w:rPr>
              <w:t xml:space="preserve"> Hadaś-Dyduch, W</w:t>
            </w:r>
            <w:r w:rsidR="2DBFEB67" w:rsidRPr="0966BE47">
              <w:rPr>
                <w:rFonts w:ascii="Corbel" w:hAnsi="Corbel"/>
                <w:b w:val="0"/>
                <w:smallCaps w:val="0"/>
              </w:rPr>
              <w:t>.</w:t>
            </w:r>
            <w:r w:rsidRPr="0966BE47">
              <w:rPr>
                <w:rFonts w:ascii="Corbel" w:hAnsi="Corbel"/>
                <w:b w:val="0"/>
                <w:smallCaps w:val="0"/>
              </w:rPr>
              <w:t xml:space="preserve"> Szkutnik. - Katowice: Wyd</w:t>
            </w:r>
            <w:r w:rsidR="4CECBD45" w:rsidRPr="0966BE47">
              <w:rPr>
                <w:rFonts w:ascii="Corbel" w:hAnsi="Corbel"/>
                <w:b w:val="0"/>
                <w:smallCaps w:val="0"/>
              </w:rPr>
              <w:t>.</w:t>
            </w:r>
            <w:r w:rsidRPr="0966BE47">
              <w:rPr>
                <w:rFonts w:ascii="Corbel" w:hAnsi="Corbel"/>
                <w:b w:val="0"/>
                <w:smallCaps w:val="0"/>
              </w:rPr>
              <w:t xml:space="preserve"> Uniwersytetu Ekonomicznego, 2016.</w:t>
            </w:r>
          </w:p>
        </w:tc>
      </w:tr>
      <w:tr w:rsidR="00AB5938" w:rsidRPr="009C54AE" w14:paraId="33C0C538" w14:textId="77777777" w:rsidTr="0966BE47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CC17D" w14:textId="77777777" w:rsidR="00AB5938" w:rsidRPr="00DA2E36" w:rsidRDefault="00AB5938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B79FAA" w14:textId="36A69F1F" w:rsidR="00DA2E36" w:rsidRPr="00DA2E36" w:rsidRDefault="4CECBD45" w:rsidP="0966BE47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966BE47">
              <w:rPr>
                <w:rFonts w:ascii="Corbel" w:hAnsi="Corbel"/>
                <w:b w:val="0"/>
                <w:smallCaps w:val="0"/>
              </w:rPr>
              <w:t xml:space="preserve">J. B. Gajda, </w:t>
            </w:r>
            <w:r w:rsidRPr="0966BE47">
              <w:rPr>
                <w:rFonts w:ascii="Corbel" w:hAnsi="Corbel"/>
                <w:b w:val="0"/>
                <w:i/>
                <w:iCs/>
                <w:smallCaps w:val="0"/>
              </w:rPr>
              <w:t>Prognozowanie i symulacje w ekonomii i zarządzaniu</w:t>
            </w:r>
            <w:r w:rsidRPr="0966BE47">
              <w:rPr>
                <w:rFonts w:ascii="Corbel" w:hAnsi="Corbel"/>
                <w:b w:val="0"/>
                <w:smallCaps w:val="0"/>
              </w:rPr>
              <w:t>, Wyd. C. H. Beck, Warszawa, 2017</w:t>
            </w:r>
            <w:r w:rsidR="0F77AFDE" w:rsidRPr="0966BE47">
              <w:rPr>
                <w:rFonts w:ascii="Corbel" w:hAnsi="Corbel"/>
                <w:b w:val="0"/>
                <w:smallCaps w:val="0"/>
              </w:rPr>
              <w:t>.</w:t>
            </w:r>
          </w:p>
          <w:p w14:paraId="2B7532FF" w14:textId="44D382BD" w:rsidR="00C14FE4" w:rsidRPr="00DA2E36" w:rsidRDefault="5148C3B4" w:rsidP="0966BE47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i/>
                <w:iCs/>
                <w:smallCaps w:val="0"/>
                <w:szCs w:val="24"/>
              </w:rPr>
            </w:pPr>
            <w:r w:rsidRPr="0966BE47">
              <w:rPr>
                <w:rFonts w:ascii="Corbel" w:hAnsi="Corbel"/>
                <w:b w:val="0"/>
                <w:smallCaps w:val="0"/>
                <w:szCs w:val="24"/>
              </w:rPr>
              <w:t xml:space="preserve">K. Barteczko, A. F. Bocian, </w:t>
            </w:r>
            <w:r w:rsidR="4A6854E9" w:rsidRPr="0966BE47">
              <w:rPr>
                <w:rFonts w:ascii="Corbel" w:hAnsi="Corbel"/>
                <w:b w:val="0"/>
                <w:i/>
                <w:iCs/>
                <w:smallCaps w:val="0"/>
              </w:rPr>
              <w:t>Prognozowanie i symulacje procesów gospodarczych</w:t>
            </w:r>
            <w:r w:rsidR="309B364D" w:rsidRPr="0966BE47">
              <w:rPr>
                <w:rFonts w:ascii="Corbel" w:hAnsi="Corbel"/>
                <w:b w:val="0"/>
                <w:i/>
                <w:iCs/>
                <w:smallCaps w:val="0"/>
              </w:rPr>
              <w:t>,</w:t>
            </w:r>
            <w:r w:rsidR="4A6854E9" w:rsidRPr="0966BE47">
              <w:rPr>
                <w:rFonts w:ascii="Corbel" w:hAnsi="Corbel"/>
                <w:b w:val="0"/>
                <w:smallCaps w:val="0"/>
              </w:rPr>
              <w:t xml:space="preserve">   Wydział Ekonomii i Zarządzania - Białystok: Wydawnictwo Uniwersytetu w Białymstoku, 2010</w:t>
            </w:r>
            <w:r w:rsidR="0F77AFDE" w:rsidRPr="0966BE47">
              <w:rPr>
                <w:rFonts w:ascii="Corbel" w:hAnsi="Corbel"/>
                <w:b w:val="0"/>
                <w:smallCaps w:val="0"/>
              </w:rPr>
              <w:t>.</w:t>
            </w:r>
          </w:p>
          <w:p w14:paraId="4A322C64" w14:textId="1063284E" w:rsidR="00C14FE4" w:rsidRDefault="7F3CE5F2" w:rsidP="0966BE47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966BE47">
              <w:rPr>
                <w:rFonts w:ascii="Corbel" w:hAnsi="Corbel"/>
                <w:b w:val="0"/>
                <w:i/>
                <w:iCs/>
                <w:smallCaps w:val="0"/>
              </w:rPr>
              <w:t>Prognozowanie w zarządzaniu sprzedażą i finansami przedsiębiorstwa</w:t>
            </w:r>
            <w:r w:rsidRPr="0966BE47">
              <w:rPr>
                <w:rFonts w:ascii="Corbel" w:hAnsi="Corbel"/>
                <w:b w:val="0"/>
                <w:smallCaps w:val="0"/>
              </w:rPr>
              <w:t xml:space="preserve"> / P</w:t>
            </w:r>
            <w:r w:rsidR="2AB8D20B" w:rsidRPr="0966BE47">
              <w:rPr>
                <w:rFonts w:ascii="Corbel" w:hAnsi="Corbel"/>
                <w:b w:val="0"/>
                <w:smallCaps w:val="0"/>
              </w:rPr>
              <w:t>.</w:t>
            </w:r>
            <w:r w:rsidRPr="0966BE47">
              <w:rPr>
                <w:rFonts w:ascii="Corbel" w:hAnsi="Corbel"/>
                <w:b w:val="0"/>
                <w:smallCaps w:val="0"/>
              </w:rPr>
              <w:t xml:space="preserve"> Dittmann [et al.]. - Warszawa: Oficyna a Wolters Kluwer business, 2011</w:t>
            </w:r>
            <w:r w:rsidR="0F77AFDE" w:rsidRPr="0966BE47">
              <w:rPr>
                <w:rFonts w:ascii="Corbel" w:hAnsi="Corbel"/>
                <w:b w:val="0"/>
                <w:smallCaps w:val="0"/>
              </w:rPr>
              <w:t>.</w:t>
            </w:r>
          </w:p>
          <w:p w14:paraId="01DDC44F" w14:textId="2ACC72F3" w:rsidR="00295B5A" w:rsidRPr="00DA2E36" w:rsidRDefault="5D9116AA" w:rsidP="0966BE4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966BE47">
              <w:rPr>
                <w:rFonts w:ascii="Corbel" w:hAnsi="Corbel"/>
                <w:sz w:val="24"/>
                <w:szCs w:val="24"/>
              </w:rPr>
              <w:t>Metody prognozowania / Krystyna Melich-Iwanek, Maria Jadamus-Hacura, Katarzyna Warzecha. - Katowice:</w:t>
            </w:r>
            <w:r w:rsidR="24CF3D6B" w:rsidRPr="0966BE47">
              <w:rPr>
                <w:rFonts w:ascii="Corbel" w:hAnsi="Corbel"/>
                <w:sz w:val="24"/>
                <w:szCs w:val="24"/>
              </w:rPr>
              <w:t xml:space="preserve"> </w:t>
            </w:r>
            <w:r w:rsidR="51B7D876" w:rsidRPr="0966BE47">
              <w:rPr>
                <w:rFonts w:ascii="Corbel" w:hAnsi="Corbel"/>
                <w:sz w:val="24"/>
                <w:szCs w:val="24"/>
              </w:rPr>
              <w:t>Wyd. Uniwersytetu Ekonomicznego,2018</w:t>
            </w:r>
            <w:r w:rsidRPr="0966BE47">
              <w:rPr>
                <w:rFonts w:ascii="Corbel" w:hAnsi="Corbel"/>
                <w:b/>
                <w:bCs/>
                <w:smallCaps/>
                <w:sz w:val="24"/>
                <w:szCs w:val="24"/>
              </w:rPr>
              <w:t>.</w:t>
            </w:r>
          </w:p>
        </w:tc>
      </w:tr>
    </w:tbl>
    <w:p w14:paraId="055AC9D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FF0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1305D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F2DB5D" w14:textId="77777777" w:rsidR="008715AF" w:rsidRDefault="008715AF" w:rsidP="00C16ABF">
      <w:pPr>
        <w:spacing w:after="0" w:line="240" w:lineRule="auto"/>
      </w:pPr>
      <w:r>
        <w:separator/>
      </w:r>
    </w:p>
  </w:endnote>
  <w:endnote w:type="continuationSeparator" w:id="0">
    <w:p w14:paraId="05C2476C" w14:textId="77777777" w:rsidR="008715AF" w:rsidRDefault="008715A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A83AF0" w14:textId="77777777" w:rsidR="008715AF" w:rsidRDefault="008715AF" w:rsidP="00C16ABF">
      <w:pPr>
        <w:spacing w:after="0" w:line="240" w:lineRule="auto"/>
      </w:pPr>
      <w:r>
        <w:separator/>
      </w:r>
    </w:p>
  </w:footnote>
  <w:footnote w:type="continuationSeparator" w:id="0">
    <w:p w14:paraId="67C382BC" w14:textId="77777777" w:rsidR="008715AF" w:rsidRDefault="008715A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307DCA"/>
    <w:multiLevelType w:val="hybridMultilevel"/>
    <w:tmpl w:val="12466E14"/>
    <w:lvl w:ilvl="0" w:tplc="8A72B1B8">
      <w:start w:val="1"/>
      <w:numFmt w:val="decimal"/>
      <w:lvlText w:val="%1."/>
      <w:lvlJc w:val="left"/>
      <w:pPr>
        <w:ind w:left="720" w:hanging="360"/>
      </w:pPr>
    </w:lvl>
    <w:lvl w:ilvl="1" w:tplc="699AD224">
      <w:start w:val="1"/>
      <w:numFmt w:val="lowerLetter"/>
      <w:lvlText w:val="%2."/>
      <w:lvlJc w:val="left"/>
      <w:pPr>
        <w:ind w:left="1440" w:hanging="360"/>
      </w:pPr>
    </w:lvl>
    <w:lvl w:ilvl="2" w:tplc="5C2686B0">
      <w:start w:val="1"/>
      <w:numFmt w:val="lowerRoman"/>
      <w:lvlText w:val="%3."/>
      <w:lvlJc w:val="right"/>
      <w:pPr>
        <w:ind w:left="2160" w:hanging="180"/>
      </w:pPr>
    </w:lvl>
    <w:lvl w:ilvl="3" w:tplc="88385790">
      <w:start w:val="1"/>
      <w:numFmt w:val="decimal"/>
      <w:lvlText w:val="%4."/>
      <w:lvlJc w:val="left"/>
      <w:pPr>
        <w:ind w:left="2880" w:hanging="360"/>
      </w:pPr>
    </w:lvl>
    <w:lvl w:ilvl="4" w:tplc="9086CE7C">
      <w:start w:val="1"/>
      <w:numFmt w:val="lowerLetter"/>
      <w:lvlText w:val="%5."/>
      <w:lvlJc w:val="left"/>
      <w:pPr>
        <w:ind w:left="3600" w:hanging="360"/>
      </w:pPr>
    </w:lvl>
    <w:lvl w:ilvl="5" w:tplc="29E6B14E">
      <w:start w:val="1"/>
      <w:numFmt w:val="lowerRoman"/>
      <w:lvlText w:val="%6."/>
      <w:lvlJc w:val="right"/>
      <w:pPr>
        <w:ind w:left="4320" w:hanging="180"/>
      </w:pPr>
    </w:lvl>
    <w:lvl w:ilvl="6" w:tplc="9184DE36">
      <w:start w:val="1"/>
      <w:numFmt w:val="decimal"/>
      <w:lvlText w:val="%7."/>
      <w:lvlJc w:val="left"/>
      <w:pPr>
        <w:ind w:left="5040" w:hanging="360"/>
      </w:pPr>
    </w:lvl>
    <w:lvl w:ilvl="7" w:tplc="38E031E0">
      <w:start w:val="1"/>
      <w:numFmt w:val="lowerLetter"/>
      <w:lvlText w:val="%8."/>
      <w:lvlJc w:val="left"/>
      <w:pPr>
        <w:ind w:left="5760" w:hanging="360"/>
      </w:pPr>
    </w:lvl>
    <w:lvl w:ilvl="8" w:tplc="AC9087C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CB1FDD"/>
    <w:multiLevelType w:val="hybridMultilevel"/>
    <w:tmpl w:val="3C563794"/>
    <w:lvl w:ilvl="0" w:tplc="887C612C">
      <w:start w:val="1"/>
      <w:numFmt w:val="decimal"/>
      <w:lvlText w:val="%1."/>
      <w:lvlJc w:val="left"/>
      <w:pPr>
        <w:ind w:left="720" w:hanging="360"/>
      </w:pPr>
    </w:lvl>
    <w:lvl w:ilvl="1" w:tplc="373C447A">
      <w:start w:val="1"/>
      <w:numFmt w:val="lowerLetter"/>
      <w:lvlText w:val="%2."/>
      <w:lvlJc w:val="left"/>
      <w:pPr>
        <w:ind w:left="1440" w:hanging="360"/>
      </w:pPr>
    </w:lvl>
    <w:lvl w:ilvl="2" w:tplc="64822E88">
      <w:start w:val="1"/>
      <w:numFmt w:val="lowerRoman"/>
      <w:lvlText w:val="%3."/>
      <w:lvlJc w:val="right"/>
      <w:pPr>
        <w:ind w:left="2160" w:hanging="180"/>
      </w:pPr>
    </w:lvl>
    <w:lvl w:ilvl="3" w:tplc="5D3A1880">
      <w:start w:val="1"/>
      <w:numFmt w:val="decimal"/>
      <w:lvlText w:val="%4."/>
      <w:lvlJc w:val="left"/>
      <w:pPr>
        <w:ind w:left="2880" w:hanging="360"/>
      </w:pPr>
    </w:lvl>
    <w:lvl w:ilvl="4" w:tplc="2B0CF590">
      <w:start w:val="1"/>
      <w:numFmt w:val="lowerLetter"/>
      <w:lvlText w:val="%5."/>
      <w:lvlJc w:val="left"/>
      <w:pPr>
        <w:ind w:left="3600" w:hanging="360"/>
      </w:pPr>
    </w:lvl>
    <w:lvl w:ilvl="5" w:tplc="502C1A72">
      <w:start w:val="1"/>
      <w:numFmt w:val="lowerRoman"/>
      <w:lvlText w:val="%6."/>
      <w:lvlJc w:val="right"/>
      <w:pPr>
        <w:ind w:left="4320" w:hanging="180"/>
      </w:pPr>
    </w:lvl>
    <w:lvl w:ilvl="6" w:tplc="E71A842A">
      <w:start w:val="1"/>
      <w:numFmt w:val="decimal"/>
      <w:lvlText w:val="%7."/>
      <w:lvlJc w:val="left"/>
      <w:pPr>
        <w:ind w:left="5040" w:hanging="360"/>
      </w:pPr>
    </w:lvl>
    <w:lvl w:ilvl="7" w:tplc="BD62FF06">
      <w:start w:val="1"/>
      <w:numFmt w:val="lowerLetter"/>
      <w:lvlText w:val="%8."/>
      <w:lvlJc w:val="left"/>
      <w:pPr>
        <w:ind w:left="5760" w:hanging="360"/>
      </w:pPr>
    </w:lvl>
    <w:lvl w:ilvl="8" w:tplc="298E862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372A5"/>
    <w:multiLevelType w:val="hybridMultilevel"/>
    <w:tmpl w:val="3A8EA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1A0F"/>
    <w:rsid w:val="000048FD"/>
    <w:rsid w:val="000077B4"/>
    <w:rsid w:val="00014BDB"/>
    <w:rsid w:val="00015B8F"/>
    <w:rsid w:val="00022ECE"/>
    <w:rsid w:val="00041DEF"/>
    <w:rsid w:val="00042A51"/>
    <w:rsid w:val="00042D2E"/>
    <w:rsid w:val="00044C82"/>
    <w:rsid w:val="00070ED6"/>
    <w:rsid w:val="000742DC"/>
    <w:rsid w:val="00074BE9"/>
    <w:rsid w:val="000835D9"/>
    <w:rsid w:val="00084C12"/>
    <w:rsid w:val="0009462C"/>
    <w:rsid w:val="00094B12"/>
    <w:rsid w:val="00096C46"/>
    <w:rsid w:val="000A296F"/>
    <w:rsid w:val="000A2A28"/>
    <w:rsid w:val="000A3CDF"/>
    <w:rsid w:val="000B0A50"/>
    <w:rsid w:val="000B192D"/>
    <w:rsid w:val="000B28EE"/>
    <w:rsid w:val="000B3E37"/>
    <w:rsid w:val="000C4514"/>
    <w:rsid w:val="000D04B0"/>
    <w:rsid w:val="000F1C57"/>
    <w:rsid w:val="000F5615"/>
    <w:rsid w:val="0010BFAD"/>
    <w:rsid w:val="0012192D"/>
    <w:rsid w:val="00124BFF"/>
    <w:rsid w:val="0012560E"/>
    <w:rsid w:val="0012664C"/>
    <w:rsid w:val="00127108"/>
    <w:rsid w:val="00134B13"/>
    <w:rsid w:val="0013520F"/>
    <w:rsid w:val="0014497D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32EE"/>
    <w:rsid w:val="001F2CA2"/>
    <w:rsid w:val="002144C0"/>
    <w:rsid w:val="00215FA7"/>
    <w:rsid w:val="0022477D"/>
    <w:rsid w:val="002278A9"/>
    <w:rsid w:val="002336F9"/>
    <w:rsid w:val="0024028F"/>
    <w:rsid w:val="00244ABC"/>
    <w:rsid w:val="00263983"/>
    <w:rsid w:val="00281FF2"/>
    <w:rsid w:val="002857DE"/>
    <w:rsid w:val="00291567"/>
    <w:rsid w:val="00295B5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CB4"/>
    <w:rsid w:val="002F02A3"/>
    <w:rsid w:val="002F4ABE"/>
    <w:rsid w:val="003018BA"/>
    <w:rsid w:val="0030395F"/>
    <w:rsid w:val="00305C92"/>
    <w:rsid w:val="00306D5D"/>
    <w:rsid w:val="003151C5"/>
    <w:rsid w:val="00317AF8"/>
    <w:rsid w:val="003343CF"/>
    <w:rsid w:val="00346FE9"/>
    <w:rsid w:val="0034759A"/>
    <w:rsid w:val="003503F6"/>
    <w:rsid w:val="003512C6"/>
    <w:rsid w:val="003530DD"/>
    <w:rsid w:val="00363F78"/>
    <w:rsid w:val="003A0A5B"/>
    <w:rsid w:val="003A1176"/>
    <w:rsid w:val="003B1517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E10"/>
    <w:rsid w:val="00402795"/>
    <w:rsid w:val="00414E3C"/>
    <w:rsid w:val="004173C0"/>
    <w:rsid w:val="0042244A"/>
    <w:rsid w:val="0042745A"/>
    <w:rsid w:val="00431D5C"/>
    <w:rsid w:val="004362C6"/>
    <w:rsid w:val="00437FA2"/>
    <w:rsid w:val="00445970"/>
    <w:rsid w:val="00461EFC"/>
    <w:rsid w:val="00463ED2"/>
    <w:rsid w:val="0046436B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A99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3C3B"/>
    <w:rsid w:val="0061029B"/>
    <w:rsid w:val="006156D0"/>
    <w:rsid w:val="00617230"/>
    <w:rsid w:val="00621CE1"/>
    <w:rsid w:val="006227DE"/>
    <w:rsid w:val="006238E7"/>
    <w:rsid w:val="00627FC9"/>
    <w:rsid w:val="006470A6"/>
    <w:rsid w:val="00647FA8"/>
    <w:rsid w:val="00650C5F"/>
    <w:rsid w:val="00654934"/>
    <w:rsid w:val="0066025A"/>
    <w:rsid w:val="006620D9"/>
    <w:rsid w:val="00671958"/>
    <w:rsid w:val="00675843"/>
    <w:rsid w:val="00696477"/>
    <w:rsid w:val="006D050F"/>
    <w:rsid w:val="006D6139"/>
    <w:rsid w:val="006E5D65"/>
    <w:rsid w:val="006E60AD"/>
    <w:rsid w:val="006F1282"/>
    <w:rsid w:val="006F1FBC"/>
    <w:rsid w:val="006F31E2"/>
    <w:rsid w:val="00706544"/>
    <w:rsid w:val="007072BA"/>
    <w:rsid w:val="0071620A"/>
    <w:rsid w:val="00724677"/>
    <w:rsid w:val="00725459"/>
    <w:rsid w:val="00727526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A17"/>
    <w:rsid w:val="007A4022"/>
    <w:rsid w:val="007A6E6E"/>
    <w:rsid w:val="007C2A4B"/>
    <w:rsid w:val="007C3299"/>
    <w:rsid w:val="007C3BCC"/>
    <w:rsid w:val="007C4546"/>
    <w:rsid w:val="007D6E56"/>
    <w:rsid w:val="007F4155"/>
    <w:rsid w:val="00804B07"/>
    <w:rsid w:val="0081554D"/>
    <w:rsid w:val="0081707E"/>
    <w:rsid w:val="008449B3"/>
    <w:rsid w:val="008552A2"/>
    <w:rsid w:val="0085747A"/>
    <w:rsid w:val="008715AF"/>
    <w:rsid w:val="00884922"/>
    <w:rsid w:val="00885F64"/>
    <w:rsid w:val="008917F9"/>
    <w:rsid w:val="008949C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B3C"/>
    <w:rsid w:val="008F6E29"/>
    <w:rsid w:val="00916188"/>
    <w:rsid w:val="00922231"/>
    <w:rsid w:val="00923D7D"/>
    <w:rsid w:val="009508DF"/>
    <w:rsid w:val="00950DAC"/>
    <w:rsid w:val="00954A07"/>
    <w:rsid w:val="00972CDA"/>
    <w:rsid w:val="00984B23"/>
    <w:rsid w:val="00991867"/>
    <w:rsid w:val="00997F14"/>
    <w:rsid w:val="009A78D9"/>
    <w:rsid w:val="009B6566"/>
    <w:rsid w:val="009C3E31"/>
    <w:rsid w:val="009C54AE"/>
    <w:rsid w:val="009C788E"/>
    <w:rsid w:val="009D3F3B"/>
    <w:rsid w:val="009E0543"/>
    <w:rsid w:val="009E3B41"/>
    <w:rsid w:val="009F0ACC"/>
    <w:rsid w:val="009F1262"/>
    <w:rsid w:val="009F3C5C"/>
    <w:rsid w:val="009F4610"/>
    <w:rsid w:val="00A00ECC"/>
    <w:rsid w:val="00A155EE"/>
    <w:rsid w:val="00A2245B"/>
    <w:rsid w:val="00A30110"/>
    <w:rsid w:val="00A33F54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593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73F6"/>
    <w:rsid w:val="00B607DB"/>
    <w:rsid w:val="00B66529"/>
    <w:rsid w:val="00B75946"/>
    <w:rsid w:val="00B8056E"/>
    <w:rsid w:val="00B819C8"/>
    <w:rsid w:val="00B819E4"/>
    <w:rsid w:val="00B82308"/>
    <w:rsid w:val="00B904FC"/>
    <w:rsid w:val="00B90885"/>
    <w:rsid w:val="00BB520A"/>
    <w:rsid w:val="00BC797F"/>
    <w:rsid w:val="00BD3869"/>
    <w:rsid w:val="00BD66E9"/>
    <w:rsid w:val="00BD6FF4"/>
    <w:rsid w:val="00BF231C"/>
    <w:rsid w:val="00BF2C41"/>
    <w:rsid w:val="00C058B4"/>
    <w:rsid w:val="00C05F44"/>
    <w:rsid w:val="00C131B5"/>
    <w:rsid w:val="00C14FE4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216"/>
    <w:rsid w:val="00C766DF"/>
    <w:rsid w:val="00C94B98"/>
    <w:rsid w:val="00CA2B96"/>
    <w:rsid w:val="00CA5089"/>
    <w:rsid w:val="00CA56E5"/>
    <w:rsid w:val="00CD6897"/>
    <w:rsid w:val="00CE5BAC"/>
    <w:rsid w:val="00CF25BE"/>
    <w:rsid w:val="00CF3C5C"/>
    <w:rsid w:val="00CF78ED"/>
    <w:rsid w:val="00D02B25"/>
    <w:rsid w:val="00D02EBA"/>
    <w:rsid w:val="00D17C3C"/>
    <w:rsid w:val="00D17CD3"/>
    <w:rsid w:val="00D26B2C"/>
    <w:rsid w:val="00D352C9"/>
    <w:rsid w:val="00D425B2"/>
    <w:rsid w:val="00D428D6"/>
    <w:rsid w:val="00D546C3"/>
    <w:rsid w:val="00D552B2"/>
    <w:rsid w:val="00D608D1"/>
    <w:rsid w:val="00D74119"/>
    <w:rsid w:val="00D76DFF"/>
    <w:rsid w:val="00D8075B"/>
    <w:rsid w:val="00D8678B"/>
    <w:rsid w:val="00DA2114"/>
    <w:rsid w:val="00DA2E36"/>
    <w:rsid w:val="00DA6057"/>
    <w:rsid w:val="00DB2671"/>
    <w:rsid w:val="00DC6D0C"/>
    <w:rsid w:val="00DE09C0"/>
    <w:rsid w:val="00DE17F2"/>
    <w:rsid w:val="00DE4A14"/>
    <w:rsid w:val="00DE4F2F"/>
    <w:rsid w:val="00DF320D"/>
    <w:rsid w:val="00DF71C8"/>
    <w:rsid w:val="00E011C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09FA"/>
    <w:rsid w:val="00ED32D2"/>
    <w:rsid w:val="00EE32DE"/>
    <w:rsid w:val="00EE5457"/>
    <w:rsid w:val="00F070AB"/>
    <w:rsid w:val="00F17567"/>
    <w:rsid w:val="00F27A7B"/>
    <w:rsid w:val="00F3308A"/>
    <w:rsid w:val="00F526AF"/>
    <w:rsid w:val="00F617C3"/>
    <w:rsid w:val="00F7066B"/>
    <w:rsid w:val="00F72517"/>
    <w:rsid w:val="00F83B28"/>
    <w:rsid w:val="00F974DA"/>
    <w:rsid w:val="00FA2BB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2FBB33"/>
    <w:rsid w:val="04A3A32E"/>
    <w:rsid w:val="057C1E32"/>
    <w:rsid w:val="05DE38D0"/>
    <w:rsid w:val="06D52579"/>
    <w:rsid w:val="08FFA455"/>
    <w:rsid w:val="0966BE47"/>
    <w:rsid w:val="0A658612"/>
    <w:rsid w:val="0C62A3E1"/>
    <w:rsid w:val="0D1CCB1C"/>
    <w:rsid w:val="0E2268CE"/>
    <w:rsid w:val="0F77AFDE"/>
    <w:rsid w:val="115A0990"/>
    <w:rsid w:val="142A185B"/>
    <w:rsid w:val="14521B90"/>
    <w:rsid w:val="16C44D4A"/>
    <w:rsid w:val="1801DB5A"/>
    <w:rsid w:val="18601DAB"/>
    <w:rsid w:val="19612F40"/>
    <w:rsid w:val="1B4511B8"/>
    <w:rsid w:val="1C028265"/>
    <w:rsid w:val="1F8A36D6"/>
    <w:rsid w:val="24CF3D6B"/>
    <w:rsid w:val="25257856"/>
    <w:rsid w:val="25AEC180"/>
    <w:rsid w:val="25D5734A"/>
    <w:rsid w:val="2629AB99"/>
    <w:rsid w:val="28DE8835"/>
    <w:rsid w:val="2AB8D20B"/>
    <w:rsid w:val="2BF89AD0"/>
    <w:rsid w:val="2D7D40C2"/>
    <w:rsid w:val="2DBFEB67"/>
    <w:rsid w:val="2E3E68DF"/>
    <w:rsid w:val="309B364D"/>
    <w:rsid w:val="314F089E"/>
    <w:rsid w:val="326CAA38"/>
    <w:rsid w:val="3310E6AE"/>
    <w:rsid w:val="34ACB70F"/>
    <w:rsid w:val="3A814CB7"/>
    <w:rsid w:val="3A91015A"/>
    <w:rsid w:val="3B02D036"/>
    <w:rsid w:val="3B99A2CD"/>
    <w:rsid w:val="3BF2A345"/>
    <w:rsid w:val="3D35732E"/>
    <w:rsid w:val="3D3E7261"/>
    <w:rsid w:val="3ED8C95D"/>
    <w:rsid w:val="40066BA5"/>
    <w:rsid w:val="4187D2DC"/>
    <w:rsid w:val="43FF7764"/>
    <w:rsid w:val="4461BF5D"/>
    <w:rsid w:val="45AB490B"/>
    <w:rsid w:val="46F731B4"/>
    <w:rsid w:val="48CF940B"/>
    <w:rsid w:val="4A6854E9"/>
    <w:rsid w:val="4CECBD45"/>
    <w:rsid w:val="4D0E4D82"/>
    <w:rsid w:val="4EDEE415"/>
    <w:rsid w:val="4EE0557A"/>
    <w:rsid w:val="503D98E6"/>
    <w:rsid w:val="50783723"/>
    <w:rsid w:val="5148C3B4"/>
    <w:rsid w:val="51B7D876"/>
    <w:rsid w:val="5392F920"/>
    <w:rsid w:val="53A257A1"/>
    <w:rsid w:val="5552BCA8"/>
    <w:rsid w:val="56E1A0F3"/>
    <w:rsid w:val="5716A0BA"/>
    <w:rsid w:val="5A18DF29"/>
    <w:rsid w:val="5ACD0317"/>
    <w:rsid w:val="5ACD06DB"/>
    <w:rsid w:val="5CF904FC"/>
    <w:rsid w:val="5D9116AA"/>
    <w:rsid w:val="5F633245"/>
    <w:rsid w:val="6280CD97"/>
    <w:rsid w:val="641CB1CB"/>
    <w:rsid w:val="69B7F8AA"/>
    <w:rsid w:val="6B8D89DE"/>
    <w:rsid w:val="6C6E2E47"/>
    <w:rsid w:val="6E5A66A8"/>
    <w:rsid w:val="6F3FDF30"/>
    <w:rsid w:val="6F5F6472"/>
    <w:rsid w:val="701E8F0E"/>
    <w:rsid w:val="70474DAA"/>
    <w:rsid w:val="7060FB01"/>
    <w:rsid w:val="71FCCB62"/>
    <w:rsid w:val="71FF4C77"/>
    <w:rsid w:val="748E9701"/>
    <w:rsid w:val="7533B878"/>
    <w:rsid w:val="75BF1DAC"/>
    <w:rsid w:val="76F3F3AB"/>
    <w:rsid w:val="7801C9B1"/>
    <w:rsid w:val="79494028"/>
    <w:rsid w:val="7B131D1C"/>
    <w:rsid w:val="7B4E25D8"/>
    <w:rsid w:val="7CE9F639"/>
    <w:rsid w:val="7EB45271"/>
    <w:rsid w:val="7F0F8637"/>
    <w:rsid w:val="7F3CE5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9DAB3"/>
  <w15:docId w15:val="{8E732371-4298-4704-AF91-C6B9845E9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573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573F6"/>
  </w:style>
  <w:style w:type="character" w:customStyle="1" w:styleId="spellingerror">
    <w:name w:val="spellingerror"/>
    <w:basedOn w:val="Domylnaczcionkaakapitu"/>
    <w:rsid w:val="00B573F6"/>
  </w:style>
  <w:style w:type="character" w:customStyle="1" w:styleId="eop">
    <w:name w:val="eop"/>
    <w:basedOn w:val="Domylnaczcionkaakapitu"/>
    <w:rsid w:val="00B573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92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FEAC0D-6CA8-427B-84FC-773741C875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680C8B-62EB-4B70-B758-74A4524CD4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920D12E-C72E-4D94-8A24-364C6AE756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6F2F2CD-F31A-4969-A058-F28636CB26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1120</Words>
  <Characters>6724</Characters>
  <Application>Microsoft Office Word</Application>
  <DocSecurity>0</DocSecurity>
  <Lines>56</Lines>
  <Paragraphs>15</Paragraphs>
  <ScaleCrop>false</ScaleCrop>
  <Company>Hewlett-Packard Company</Company>
  <LinksUpToDate>false</LinksUpToDate>
  <CharactersWithSpaces>7829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39</cp:revision>
  <cp:lastPrinted>2019-02-06T12:12:00Z</cp:lastPrinted>
  <dcterms:created xsi:type="dcterms:W3CDTF">2020-10-13T11:06:00Z</dcterms:created>
  <dcterms:modified xsi:type="dcterms:W3CDTF">2020-12-16T13:36:00Z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